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0F013610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486836">
        <w:rPr>
          <w:rFonts w:ascii="Corbel" w:hAnsi="Corbel"/>
          <w:i/>
          <w:smallCaps/>
          <w:sz w:val="24"/>
          <w:szCs w:val="24"/>
        </w:rPr>
        <w:t>2019-2022</w:t>
      </w:r>
    </w:p>
    <w:p w14:paraId="242FA384" w14:textId="149693A0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8683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86836">
        <w:rPr>
          <w:rFonts w:ascii="Corbel" w:hAnsi="Corbel"/>
          <w:sz w:val="20"/>
          <w:szCs w:val="20"/>
        </w:rPr>
        <w:t>2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4D917993" w:rsidR="00EC432F" w:rsidRPr="00E96140" w:rsidRDefault="00E9614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961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16739BF9" w:rsidR="00600BA9" w:rsidRPr="00A31F1C" w:rsidRDefault="00E9614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4BCDA36C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299B3158" w:rsidR="008D5C7C" w:rsidRPr="00A31F1C" w:rsidRDefault="00E9614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053B35D9" w:rsidR="008D5C7C" w:rsidRPr="00A31F1C" w:rsidRDefault="00E9614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A3831" w14:textId="77777777" w:rsidR="002C5977" w:rsidRDefault="002C5977" w:rsidP="00C16ABF">
      <w:pPr>
        <w:spacing w:after="0" w:line="240" w:lineRule="auto"/>
      </w:pPr>
      <w:r>
        <w:separator/>
      </w:r>
    </w:p>
  </w:endnote>
  <w:endnote w:type="continuationSeparator" w:id="0">
    <w:p w14:paraId="53925AFD" w14:textId="77777777" w:rsidR="002C5977" w:rsidRDefault="002C59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27833" w14:textId="77777777" w:rsidR="002C5977" w:rsidRDefault="002C5977" w:rsidP="00C16ABF">
      <w:pPr>
        <w:spacing w:after="0" w:line="240" w:lineRule="auto"/>
      </w:pPr>
      <w:r>
        <w:separator/>
      </w:r>
    </w:p>
  </w:footnote>
  <w:footnote w:type="continuationSeparator" w:id="0">
    <w:p w14:paraId="18D08060" w14:textId="77777777" w:rsidR="002C5977" w:rsidRDefault="002C597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97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36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456C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140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82236-CAA3-486F-936F-4815B9A55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2020-11-26T21:23:00Z</dcterms:created>
  <dcterms:modified xsi:type="dcterms:W3CDTF">2020-12-11T07:45:00Z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